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7F" w:rsidRPr="00A362CC" w:rsidRDefault="00F5127F" w:rsidP="00A362CC">
      <w:pPr>
        <w:pStyle w:val="NormalWeb"/>
        <w:rPr>
          <w:rFonts w:ascii="Arial" w:hAnsi="Arial" w:cs="Arial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" o:spid="_x0000_s1026" type="#_x0000_t75" alt="Logo tekstu łatwego do czytania i rozumienia: głowa nad otwartą książką i podniesiony w górę kciuk w geście OK" style="position:absolute;margin-left:161.55pt;margin-top:.05pt;width:173.05pt;height:174.05pt;z-index:251655680;visibility:visible" o:allowincell="f">
            <v:imagedata r:id="rId7" o:title=""/>
            <w10:wrap type="topAndBottom"/>
          </v:shape>
        </w:pict>
      </w:r>
    </w:p>
    <w:p w:rsidR="00F5127F" w:rsidRPr="00E71A19" w:rsidRDefault="00F5127F" w:rsidP="00E71A19">
      <w:pPr>
        <w:pStyle w:val="Heading1"/>
        <w:jc w:val="center"/>
      </w:pPr>
      <w:r>
        <w:t>Informacja o Ośrodku Kultury Ochoty w tekście łatwym do czytania i rozumienia.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Ośrodek kultury to inaczej ważne miejsce, w którym robi się ważne rzeczy dla kultury.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>Kultura to na przykład filmy, przedstawienia teatralne, koncerty muzyczne.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Ochota to jedna z dzielnic Warszawy.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>Duże miasta takie jak Warszawa dzielą się na części, czyli dzielnice.</w:t>
      </w:r>
    </w:p>
    <w:p w:rsidR="00F5127F" w:rsidRPr="00A362CC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Jedną z dzielnic Warszawy jest dzielnica Ochota.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>Każda firma czy instytucja ma swój specjalny znak nazywany logiem.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noProof/>
          <w:lang w:val="pl-PL"/>
        </w:rPr>
        <w:pict>
          <v:shape id="Obraz 1" o:spid="_x0000_s1027" type="#_x0000_t75" style="position:absolute;margin-left:176.85pt;margin-top:.55pt;width:216.85pt;height:121.45pt;z-index:251656704;visibility:visible;mso-position-horizontal:right;mso-position-horizontal-relative:margin">
            <v:imagedata r:id="rId8" o:title=""/>
            <w10:wrap type="square" anchorx="margin"/>
          </v:shape>
        </w:pict>
      </w:r>
      <w:r>
        <w:rPr>
          <w:rFonts w:ascii="Poppins" w:hAnsi="Poppins" w:cs="Poppins"/>
          <w:color w:val="050505"/>
          <w:sz w:val="28"/>
          <w:szCs w:val="28"/>
        </w:rPr>
        <w:t xml:space="preserve">Tak wygląda logo Ośrodka Kultury Ochoty.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 xml:space="preserve">Ośrodek Kultury Ochoty to </w:t>
      </w:r>
      <w:r>
        <w:rPr>
          <w:rFonts w:ascii="Poppins" w:hAnsi="Poppins" w:cs="Poppins"/>
          <w:color w:val="050505"/>
          <w:sz w:val="28"/>
          <w:szCs w:val="28"/>
        </w:rPr>
        <w:t xml:space="preserve">ważne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miejsce, </w:t>
      </w:r>
      <w:r>
        <w:rPr>
          <w:rFonts w:ascii="Poppins" w:hAnsi="Poppins" w:cs="Poppins"/>
          <w:color w:val="050505"/>
          <w:sz w:val="28"/>
          <w:szCs w:val="28"/>
        </w:rPr>
        <w:t xml:space="preserve">do którego wielu ludzi już się przyzwyczaiło.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>Ośrodek Kultury Ochoty</w:t>
      </w:r>
      <w:r>
        <w:rPr>
          <w:rFonts w:ascii="Poppins" w:hAnsi="Poppins" w:cs="Poppins"/>
          <w:color w:val="050505"/>
          <w:sz w:val="28"/>
          <w:szCs w:val="28"/>
        </w:rPr>
        <w:t xml:space="preserve"> jest już długo.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>Ośrodek Kultury Ochoty</w:t>
      </w:r>
      <w:r>
        <w:rPr>
          <w:rFonts w:ascii="Poppins" w:hAnsi="Poppins" w:cs="Poppins"/>
          <w:color w:val="050505"/>
          <w:sz w:val="28"/>
          <w:szCs w:val="28"/>
        </w:rPr>
        <w:t xml:space="preserve"> kiedyś był przy ulicy </w:t>
      </w:r>
      <w:r w:rsidRPr="00A362CC">
        <w:rPr>
          <w:rFonts w:ascii="Poppins" w:hAnsi="Poppins" w:cs="Poppins"/>
          <w:color w:val="050505"/>
          <w:sz w:val="28"/>
          <w:szCs w:val="28"/>
        </w:rPr>
        <w:t>Reja 9</w:t>
      </w:r>
      <w:r>
        <w:rPr>
          <w:rFonts w:ascii="Poppins" w:hAnsi="Poppins" w:cs="Poppins"/>
          <w:color w:val="050505"/>
          <w:sz w:val="28"/>
          <w:szCs w:val="28"/>
        </w:rPr>
        <w:t>.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>Ośrodek Kultury Ochoty</w:t>
      </w:r>
      <w:r>
        <w:rPr>
          <w:rFonts w:ascii="Poppins" w:hAnsi="Poppins" w:cs="Poppins"/>
          <w:color w:val="050505"/>
          <w:sz w:val="28"/>
          <w:szCs w:val="28"/>
        </w:rPr>
        <w:t xml:space="preserve"> jest </w:t>
      </w:r>
      <w:r w:rsidRPr="00A362CC">
        <w:rPr>
          <w:rFonts w:ascii="Poppins" w:hAnsi="Poppins" w:cs="Poppins"/>
          <w:color w:val="050505"/>
          <w:sz w:val="28"/>
          <w:szCs w:val="28"/>
        </w:rPr>
        <w:t>przy ul</w:t>
      </w:r>
      <w:r>
        <w:rPr>
          <w:rFonts w:ascii="Poppins" w:hAnsi="Poppins" w:cs="Poppins"/>
          <w:color w:val="050505"/>
          <w:sz w:val="28"/>
          <w:szCs w:val="28"/>
        </w:rPr>
        <w:t>icy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Grójeckiej 75</w:t>
      </w:r>
      <w:r>
        <w:rPr>
          <w:rFonts w:ascii="Poppins" w:hAnsi="Poppins" w:cs="Poppins"/>
          <w:color w:val="050505"/>
          <w:sz w:val="28"/>
          <w:szCs w:val="28"/>
        </w:rPr>
        <w:t>.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</w: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noProof/>
          <w:lang w:val="pl-PL"/>
        </w:rPr>
        <w:pict>
          <v:shape id="Obraz 6" o:spid="_x0000_s1028" type="#_x0000_t75" style="position:absolute;margin-left:264.65pt;margin-top:.3pt;width:144.55pt;height:80.75pt;z-index:251659776;visibility:visible">
            <v:imagedata r:id="rId9" o:title=""/>
            <w10:wrap type="square"/>
          </v:shape>
        </w:pict>
      </w:r>
      <w:r>
        <w:rPr>
          <w:noProof/>
          <w:lang w:val="pl-PL"/>
        </w:rPr>
        <w:pict>
          <v:shape id="Obraz 3" o:spid="_x0000_s1029" type="#_x0000_t75" style="position:absolute;margin-left:123pt;margin-top:.3pt;width:128.7pt;height:85.8pt;z-index:251658752;visibility:visible">
            <v:imagedata r:id="rId10" o:title=""/>
            <w10:wrap type="square"/>
          </v:shape>
        </w:pict>
      </w:r>
      <w:r>
        <w:rPr>
          <w:noProof/>
          <w:lang w:val="pl-PL"/>
        </w:rPr>
        <w:pict>
          <v:shape id="Obraz 2" o:spid="_x0000_s1030" type="#_x0000_t75" style="position:absolute;margin-left:0;margin-top:-.3pt;width:116.4pt;height:87.45pt;z-index:251657728;visibility:visible">
            <v:imagedata r:id="rId11" o:title=""/>
            <w10:wrap type="square"/>
          </v:shape>
        </w:pict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br/>
      </w:r>
    </w:p>
    <w:p w:rsidR="00F5127F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</w:p>
    <w:p w:rsidR="00F5127F" w:rsidRPr="00A362CC" w:rsidRDefault="00F5127F" w:rsidP="00A362CC">
      <w:pPr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br/>
      </w:r>
      <w:r w:rsidRPr="00A362CC">
        <w:rPr>
          <w:rFonts w:ascii="Poppins" w:hAnsi="Poppins" w:cs="Poppins"/>
          <w:color w:val="050505"/>
          <w:sz w:val="28"/>
          <w:szCs w:val="28"/>
        </w:rPr>
        <w:t>Ośrodek Kultury Ochoty</w:t>
      </w:r>
      <w:r>
        <w:rPr>
          <w:rFonts w:ascii="Poppins" w:hAnsi="Poppins" w:cs="Poppins"/>
          <w:color w:val="050505"/>
          <w:sz w:val="28"/>
          <w:szCs w:val="28"/>
        </w:rPr>
        <w:t xml:space="preserve"> jest w starym budynku, który nazywamy kamienicą.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Ulica Grójecka to jedna z najważniejszych ulic w dzielnicy Ochota i całej Warszawie.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>Ośrodek Kultury Ochoty</w:t>
      </w:r>
      <w:r>
        <w:rPr>
          <w:rFonts w:ascii="Poppins" w:hAnsi="Poppins" w:cs="Poppins"/>
          <w:color w:val="050505"/>
          <w:sz w:val="28"/>
          <w:szCs w:val="28"/>
        </w:rPr>
        <w:t xml:space="preserve"> ma </w:t>
      </w:r>
      <w:r w:rsidRPr="00A362CC">
        <w:rPr>
          <w:rFonts w:ascii="Poppins" w:hAnsi="Poppins" w:cs="Poppins"/>
          <w:color w:val="050505"/>
          <w:sz w:val="28"/>
          <w:szCs w:val="28"/>
        </w:rPr>
        <w:t>sal</w:t>
      </w:r>
      <w:r>
        <w:rPr>
          <w:rFonts w:ascii="Poppins" w:hAnsi="Poppins" w:cs="Poppins"/>
          <w:color w:val="050505"/>
          <w:sz w:val="28"/>
          <w:szCs w:val="28"/>
        </w:rPr>
        <w:t>ę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koncertow</w:t>
      </w:r>
      <w:r>
        <w:rPr>
          <w:rFonts w:ascii="Poppins" w:hAnsi="Poppins" w:cs="Poppins"/>
          <w:color w:val="050505"/>
          <w:sz w:val="28"/>
          <w:szCs w:val="28"/>
        </w:rPr>
        <w:t>ą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</w:t>
      </w:r>
      <w:r>
        <w:rPr>
          <w:rFonts w:ascii="Poppins" w:hAnsi="Poppins" w:cs="Poppins"/>
          <w:color w:val="050505"/>
          <w:sz w:val="28"/>
          <w:szCs w:val="28"/>
        </w:rPr>
        <w:t xml:space="preserve">na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50 osób </w:t>
      </w:r>
      <w:r>
        <w:rPr>
          <w:rFonts w:ascii="Poppins" w:hAnsi="Poppins" w:cs="Poppins"/>
          <w:color w:val="050505"/>
          <w:sz w:val="28"/>
          <w:szCs w:val="28"/>
        </w:rPr>
        <w:t xml:space="preserve">i wiele </w:t>
      </w:r>
      <w:r w:rsidRPr="00A362CC">
        <w:rPr>
          <w:rFonts w:ascii="Poppins" w:hAnsi="Poppins" w:cs="Poppins"/>
          <w:color w:val="050505"/>
          <w:sz w:val="28"/>
          <w:szCs w:val="28"/>
        </w:rPr>
        <w:t>sal</w:t>
      </w:r>
      <w:r>
        <w:rPr>
          <w:rFonts w:ascii="Poppins" w:hAnsi="Poppins" w:cs="Poppins"/>
          <w:color w:val="050505"/>
          <w:sz w:val="28"/>
          <w:szCs w:val="28"/>
        </w:rPr>
        <w:t>,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w których prowadzone są </w:t>
      </w:r>
      <w:r>
        <w:rPr>
          <w:rFonts w:ascii="Poppins" w:hAnsi="Poppins" w:cs="Poppins"/>
          <w:color w:val="050505"/>
          <w:sz w:val="28"/>
          <w:szCs w:val="28"/>
        </w:rPr>
        <w:t>różne zajęcia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. </w:t>
      </w:r>
    </w:p>
    <w:p w:rsidR="00F5127F" w:rsidRPr="00A362CC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 xml:space="preserve">Na </w:t>
      </w:r>
      <w:r>
        <w:rPr>
          <w:rFonts w:ascii="Poppins" w:hAnsi="Poppins" w:cs="Poppins"/>
          <w:color w:val="050505"/>
          <w:sz w:val="28"/>
          <w:szCs w:val="28"/>
        </w:rPr>
        <w:t xml:space="preserve">ulicy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Grójeckiej 75 </w:t>
      </w:r>
      <w:r>
        <w:rPr>
          <w:rFonts w:ascii="Poppins" w:hAnsi="Poppins" w:cs="Poppins"/>
          <w:color w:val="050505"/>
          <w:sz w:val="28"/>
          <w:szCs w:val="28"/>
        </w:rPr>
        <w:t xml:space="preserve">są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biura ośrodka.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 xml:space="preserve">Ośrodek Kultury Ochoty </w:t>
      </w:r>
      <w:r>
        <w:rPr>
          <w:rFonts w:ascii="Poppins" w:hAnsi="Poppins" w:cs="Poppins"/>
          <w:color w:val="050505"/>
          <w:sz w:val="28"/>
          <w:szCs w:val="28"/>
        </w:rPr>
        <w:t xml:space="preserve">jest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w wielu miejscach </w:t>
      </w:r>
      <w:r>
        <w:rPr>
          <w:rFonts w:ascii="Poppins" w:hAnsi="Poppins" w:cs="Poppins"/>
          <w:color w:val="050505"/>
          <w:sz w:val="28"/>
          <w:szCs w:val="28"/>
        </w:rPr>
        <w:t xml:space="preserve">w </w:t>
      </w:r>
      <w:r w:rsidRPr="00A362CC">
        <w:rPr>
          <w:rFonts w:ascii="Poppins" w:hAnsi="Poppins" w:cs="Poppins"/>
          <w:color w:val="050505"/>
          <w:sz w:val="28"/>
          <w:szCs w:val="28"/>
        </w:rPr>
        <w:t>dzielnicy</w:t>
      </w:r>
      <w:r>
        <w:rPr>
          <w:rFonts w:ascii="Poppins" w:hAnsi="Poppins" w:cs="Poppins"/>
          <w:color w:val="050505"/>
          <w:sz w:val="28"/>
          <w:szCs w:val="28"/>
        </w:rPr>
        <w:t xml:space="preserve"> Ochota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 xml:space="preserve">Największa sala widowiskowa, </w:t>
      </w:r>
      <w:r>
        <w:rPr>
          <w:rFonts w:ascii="Poppins" w:hAnsi="Poppins" w:cs="Poppins"/>
          <w:color w:val="050505"/>
          <w:sz w:val="28"/>
          <w:szCs w:val="28"/>
        </w:rPr>
        <w:t xml:space="preserve">na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130 osób </w:t>
      </w:r>
      <w:r>
        <w:rPr>
          <w:rFonts w:ascii="Poppins" w:hAnsi="Poppins" w:cs="Poppins"/>
          <w:color w:val="050505"/>
          <w:sz w:val="28"/>
          <w:szCs w:val="28"/>
        </w:rPr>
        <w:t xml:space="preserve">jest </w:t>
      </w:r>
      <w:r w:rsidRPr="00A362CC">
        <w:rPr>
          <w:rFonts w:ascii="Poppins" w:hAnsi="Poppins" w:cs="Poppins"/>
          <w:color w:val="050505"/>
          <w:sz w:val="28"/>
          <w:szCs w:val="28"/>
        </w:rPr>
        <w:t>na ul</w:t>
      </w:r>
      <w:r>
        <w:rPr>
          <w:rFonts w:ascii="Poppins" w:hAnsi="Poppins" w:cs="Poppins"/>
          <w:color w:val="050505"/>
          <w:sz w:val="28"/>
          <w:szCs w:val="28"/>
        </w:rPr>
        <w:t>icy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Radomskiej 13/21.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W sali tej można organizować różne spotkania.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Sala na ulicy Radomskiej to miejsce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koncertów, spektakli, </w:t>
      </w:r>
      <w:r>
        <w:rPr>
          <w:rFonts w:ascii="Poppins" w:hAnsi="Poppins" w:cs="Poppins"/>
          <w:color w:val="050505"/>
          <w:sz w:val="28"/>
          <w:szCs w:val="28"/>
        </w:rPr>
        <w:t xml:space="preserve">czyli przedstawień teatralnych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i wydarzeń </w:t>
      </w:r>
      <w:r>
        <w:rPr>
          <w:rFonts w:ascii="Poppins" w:hAnsi="Poppins" w:cs="Poppins"/>
          <w:color w:val="050505"/>
          <w:sz w:val="28"/>
          <w:szCs w:val="28"/>
        </w:rPr>
        <w:t xml:space="preserve">kulturalnych z różnych rodzajów kultury.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Takie łączenie różnych rodzajów kultury nazywamy spotkaniami lub wydarzeniami </w:t>
      </w:r>
      <w:r w:rsidRPr="00A362CC">
        <w:rPr>
          <w:rFonts w:ascii="Poppins" w:hAnsi="Poppins" w:cs="Poppins"/>
          <w:color w:val="050505"/>
          <w:sz w:val="28"/>
          <w:szCs w:val="28"/>
        </w:rPr>
        <w:t>interdyscyplinarny</w:t>
      </w:r>
      <w:r>
        <w:rPr>
          <w:rFonts w:ascii="Poppins" w:hAnsi="Poppins" w:cs="Poppins"/>
          <w:color w:val="050505"/>
          <w:sz w:val="28"/>
          <w:szCs w:val="28"/>
        </w:rPr>
        <w:t>mi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Na ulicy Radomskiej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prowadzone są zajęcia ruchowe i taneczne. </w:t>
      </w:r>
    </w:p>
    <w:p w:rsidR="00F5127F" w:rsidRPr="00A362CC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>Ośrodek Kultury Ochoty</w:t>
      </w:r>
      <w:r>
        <w:rPr>
          <w:rFonts w:ascii="Poppins" w:hAnsi="Poppins" w:cs="Poppins"/>
          <w:color w:val="050505"/>
          <w:sz w:val="28"/>
          <w:szCs w:val="28"/>
        </w:rPr>
        <w:t xml:space="preserve"> ma różne pracownie na przykład </w:t>
      </w:r>
      <w:r w:rsidRPr="00A362CC">
        <w:rPr>
          <w:rFonts w:ascii="Poppins" w:hAnsi="Poppins" w:cs="Poppins"/>
          <w:color w:val="050505"/>
          <w:sz w:val="28"/>
          <w:szCs w:val="28"/>
        </w:rPr>
        <w:t>wizualne i muzyczne.</w:t>
      </w:r>
    </w:p>
    <w:p w:rsidR="00F5127F" w:rsidRPr="00A362CC" w:rsidRDefault="00F5127F" w:rsidP="003B0D7E">
      <w:pPr>
        <w:pStyle w:val="Heading2"/>
      </w:pPr>
      <w:r w:rsidRPr="00A362CC">
        <w:t>Misja Ośrodka Kultury Ochoty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Misja to coś bardzo ważnego. Czyli to coś co ośrodek robi dla mieszkańców dzielnicy ochota.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Jeżeli coś się zmienia wtedy, gdy potrzebują tego ludzie mówimy, że jest nowoczesne.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Możemy powiedzieć, że </w:t>
      </w:r>
      <w:r w:rsidRPr="00A362CC">
        <w:rPr>
          <w:rFonts w:ascii="Poppins" w:hAnsi="Poppins" w:cs="Poppins"/>
          <w:sz w:val="28"/>
          <w:szCs w:val="28"/>
        </w:rPr>
        <w:t xml:space="preserve">Ośrodek Kultury Ochoty jest </w:t>
      </w:r>
      <w:r>
        <w:rPr>
          <w:rFonts w:ascii="Poppins" w:hAnsi="Poppins" w:cs="Poppins"/>
          <w:sz w:val="28"/>
          <w:szCs w:val="28"/>
        </w:rPr>
        <w:t xml:space="preserve">nowoczesny.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 w:rsidRPr="00A362CC">
        <w:rPr>
          <w:rFonts w:ascii="Poppins" w:hAnsi="Poppins" w:cs="Poppins"/>
          <w:sz w:val="28"/>
          <w:szCs w:val="28"/>
        </w:rPr>
        <w:t>Ośrodek Kultury Ochoty</w:t>
      </w:r>
      <w:r>
        <w:rPr>
          <w:rFonts w:ascii="Poppins" w:hAnsi="Poppins" w:cs="Poppins"/>
          <w:sz w:val="28"/>
          <w:szCs w:val="28"/>
        </w:rPr>
        <w:t xml:space="preserve"> robi różne rzeczy dla mieszkańców, z których oni są zadowoleni.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</w:t>
      </w:r>
      <w:r w:rsidRPr="00A362CC">
        <w:rPr>
          <w:rFonts w:ascii="Poppins" w:hAnsi="Poppins" w:cs="Poppins"/>
          <w:sz w:val="28"/>
          <w:szCs w:val="28"/>
        </w:rPr>
        <w:t>Ośrodk</w:t>
      </w:r>
      <w:r>
        <w:rPr>
          <w:rFonts w:ascii="Poppins" w:hAnsi="Poppins" w:cs="Poppins"/>
          <w:sz w:val="28"/>
          <w:szCs w:val="28"/>
        </w:rPr>
        <w:t>u</w:t>
      </w:r>
      <w:r w:rsidRPr="00A362CC">
        <w:rPr>
          <w:rFonts w:ascii="Poppins" w:hAnsi="Poppins" w:cs="Poppins"/>
          <w:sz w:val="28"/>
          <w:szCs w:val="28"/>
        </w:rPr>
        <w:t xml:space="preserve"> Kultury Ochoty</w:t>
      </w:r>
      <w:r>
        <w:rPr>
          <w:rFonts w:ascii="Poppins" w:hAnsi="Poppins" w:cs="Poppins"/>
          <w:sz w:val="28"/>
          <w:szCs w:val="28"/>
        </w:rPr>
        <w:t xml:space="preserve"> mieszkańcy są zadowoleni.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Możemy powiedzieć, że każdy się tu dobrze czuje.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Każdy kto ma jakiś pomysł może przyjść do Ośrodka Kultury Ochoty i powiedzieć o swoim pomyśle.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Jeżeli robione są różne rzeczy i realizowane, czyli robione są różne pomysły to nazywamy różnorodnością.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Robienie – realizowanie różnych pomysłów nazywamy otwartością.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Ośrodku Kultury Ochoty każdy się dobrze czuje.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Ośrodku Kultury Ochoty jest fajnie i ciekawie. </w:t>
      </w:r>
    </w:p>
    <w:p w:rsidR="00F5127F" w:rsidRDefault="00F5127F" w:rsidP="00A362CC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Ośrodek Kultury Ochoty dba o mieszkańców. </w:t>
      </w:r>
    </w:p>
    <w:p w:rsidR="00F5127F" w:rsidRPr="003B0D7E" w:rsidRDefault="00F5127F" w:rsidP="003B0D7E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Ośrodek Kultury Ochoty robi – realizuje różne ciekawe rzeczy - zadania i te ciekawe działania są znane w Polsce i w innych krajach.</w:t>
      </w:r>
    </w:p>
    <w:p w:rsidR="00F5127F" w:rsidRDefault="00F5127F" w:rsidP="003B0D7E">
      <w:pPr>
        <w:pStyle w:val="Heading2"/>
      </w:pPr>
      <w:r w:rsidRPr="00A362CC">
        <w:t>Wartości Ośrodka Kultury Ochoty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Wartości to to w co wierzymy i co wydaje się nam ważne.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Ośrodku Kultury Ochoty ważny jest każdy człowiek i każdy pomysł.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Różni ludzie lubią różnych polityków, różni ludzie wierzą w Boga albo w niego nie wierzą.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Ośrodku Kultury Ochoty każdy jest ważny. Nikt tu nikogo nie pyta w jakiego Boga wierzy albo lubi jakiego polityka. 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Jeżeli nie jest ważne w co wierzysz lub co lubisz to znaczy otwartość.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Ośrodek Kultury Ochoty jest otwarty na wszystkich ludzi. </w:t>
      </w:r>
    </w:p>
    <w:p w:rsidR="00F5127F" w:rsidRPr="00A25A93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Każdy człowiek może wierzyć w co chce i nie można mu tego zabraniać.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Nie jest ważne, ile ktoś ma lat.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Ośrodek Kultury Ochoty jest miejscem, w którym każdy może się dobrze czuć.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Do Ośrodka Kultury Ochoty może przyjść każdy:</w:t>
      </w:r>
    </w:p>
    <w:p w:rsidR="00F5127F" w:rsidRDefault="00F5127F" w:rsidP="00A25A93">
      <w:pPr>
        <w:pStyle w:val="ListParagraph"/>
        <w:numPr>
          <w:ilvl w:val="0"/>
          <w:numId w:val="1"/>
        </w:num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Dzieci,</w:t>
      </w:r>
    </w:p>
    <w:p w:rsidR="00F5127F" w:rsidRDefault="00F5127F" w:rsidP="00A25A93">
      <w:pPr>
        <w:pStyle w:val="ListParagraph"/>
        <w:numPr>
          <w:ilvl w:val="0"/>
          <w:numId w:val="1"/>
        </w:num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Dorośli</w:t>
      </w:r>
    </w:p>
    <w:p w:rsidR="00F5127F" w:rsidRPr="00A25A93" w:rsidRDefault="00F5127F" w:rsidP="00A25A93">
      <w:pPr>
        <w:pStyle w:val="ListParagraph"/>
        <w:numPr>
          <w:ilvl w:val="0"/>
          <w:numId w:val="1"/>
        </w:num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Osoby starsze, czyli seniorzy</w:t>
      </w:r>
      <w:r w:rsidRPr="00A25A93">
        <w:rPr>
          <w:rFonts w:ascii="Poppins" w:hAnsi="Poppins" w:cs="Poppins"/>
          <w:sz w:val="28"/>
          <w:szCs w:val="28"/>
        </w:rPr>
        <w:t>.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Każda osoba może przyjść na ciekawe zajęcia dla siebie.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Możemy przyjść na: </w:t>
      </w:r>
    </w:p>
    <w:p w:rsidR="00F5127F" w:rsidRDefault="00F5127F" w:rsidP="00A25A93">
      <w:pPr>
        <w:pStyle w:val="ListParagraph"/>
        <w:numPr>
          <w:ilvl w:val="0"/>
          <w:numId w:val="2"/>
        </w:numPr>
        <w:spacing w:before="240" w:after="240"/>
        <w:rPr>
          <w:rFonts w:ascii="Poppins" w:hAnsi="Poppins" w:cs="Poppins"/>
          <w:sz w:val="28"/>
          <w:szCs w:val="28"/>
        </w:rPr>
      </w:pPr>
      <w:r w:rsidRPr="00A25A93">
        <w:rPr>
          <w:rFonts w:ascii="Poppins" w:hAnsi="Poppins" w:cs="Poppins"/>
          <w:sz w:val="28"/>
          <w:szCs w:val="28"/>
        </w:rPr>
        <w:t xml:space="preserve">koncerty, </w:t>
      </w:r>
    </w:p>
    <w:p w:rsidR="00F5127F" w:rsidRDefault="00F5127F" w:rsidP="00A25A93">
      <w:pPr>
        <w:pStyle w:val="ListParagraph"/>
        <w:numPr>
          <w:ilvl w:val="0"/>
          <w:numId w:val="2"/>
        </w:numPr>
        <w:spacing w:before="240" w:after="240"/>
        <w:rPr>
          <w:rFonts w:ascii="Poppins" w:hAnsi="Poppins" w:cs="Poppins"/>
          <w:sz w:val="28"/>
          <w:szCs w:val="28"/>
        </w:rPr>
      </w:pPr>
      <w:r w:rsidRPr="00A25A93">
        <w:rPr>
          <w:rFonts w:ascii="Poppins" w:hAnsi="Poppins" w:cs="Poppins"/>
          <w:sz w:val="28"/>
          <w:szCs w:val="28"/>
        </w:rPr>
        <w:t>spektakle,</w:t>
      </w:r>
      <w:r>
        <w:rPr>
          <w:rFonts w:ascii="Poppins" w:hAnsi="Poppins" w:cs="Poppins"/>
          <w:sz w:val="28"/>
          <w:szCs w:val="28"/>
        </w:rPr>
        <w:t xml:space="preserve"> czyli przedstawienia teatralne</w:t>
      </w:r>
      <w:r w:rsidRPr="00A25A93">
        <w:rPr>
          <w:rFonts w:ascii="Poppins" w:hAnsi="Poppins" w:cs="Poppins"/>
          <w:sz w:val="28"/>
          <w:szCs w:val="28"/>
        </w:rPr>
        <w:t xml:space="preserve">, </w:t>
      </w:r>
    </w:p>
    <w:p w:rsidR="00F5127F" w:rsidRDefault="00F5127F" w:rsidP="00A25A93">
      <w:pPr>
        <w:pStyle w:val="ListParagraph"/>
        <w:numPr>
          <w:ilvl w:val="0"/>
          <w:numId w:val="2"/>
        </w:num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wystawy, </w:t>
      </w:r>
    </w:p>
    <w:p w:rsidR="00F5127F" w:rsidRDefault="00F5127F" w:rsidP="00A25A93">
      <w:pPr>
        <w:pStyle w:val="ListParagraph"/>
        <w:numPr>
          <w:ilvl w:val="0"/>
          <w:numId w:val="2"/>
        </w:numPr>
        <w:spacing w:before="240" w:after="240"/>
        <w:rPr>
          <w:rFonts w:ascii="Poppins" w:hAnsi="Poppins" w:cs="Poppins"/>
          <w:sz w:val="28"/>
          <w:szCs w:val="28"/>
        </w:rPr>
      </w:pPr>
      <w:r w:rsidRPr="00A25A93">
        <w:rPr>
          <w:rFonts w:ascii="Poppins" w:hAnsi="Poppins" w:cs="Poppins"/>
          <w:sz w:val="28"/>
          <w:szCs w:val="28"/>
        </w:rPr>
        <w:t>dyskusje,</w:t>
      </w:r>
      <w:r>
        <w:rPr>
          <w:rFonts w:ascii="Poppins" w:hAnsi="Poppins" w:cs="Poppins"/>
          <w:sz w:val="28"/>
          <w:szCs w:val="28"/>
        </w:rPr>
        <w:t xml:space="preserve"> czyli rozmowy na różne tematy, czyli o różnych rzeczach, </w:t>
      </w:r>
    </w:p>
    <w:p w:rsidR="00F5127F" w:rsidRDefault="00F5127F" w:rsidP="002E6CD9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Dla Ośrodka Kultury Ochoty najważniejsi są mieszkańcy dzielnicy Ochota. </w:t>
      </w:r>
    </w:p>
    <w:p w:rsidR="00F5127F" w:rsidRDefault="00F5127F" w:rsidP="002E6CD9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Mówimy, że działamy dla najbliższego sąsiedztwa. </w:t>
      </w:r>
    </w:p>
    <w:p w:rsidR="00F5127F" w:rsidRDefault="00F5127F" w:rsidP="002E6CD9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Działamy dla naszych sąsiadów, czyli osób, którzy mieszkają blisko nas. </w:t>
      </w:r>
    </w:p>
    <w:p w:rsidR="00F5127F" w:rsidRDefault="00F5127F" w:rsidP="002E6CD9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Mieszkańcy Ochoty mogą organizować różne spotkania.</w:t>
      </w:r>
    </w:p>
    <w:p w:rsidR="00F5127F" w:rsidRDefault="00F5127F" w:rsidP="002E6CD9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Jeżeli ktoś jest mieszkańcem Ochoty i na przykład pisze wiersze, gra lub śpiewa, czyli jest artystą to może wystąpić w Ośrodku Kultury Ochoty.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Na spotkaniach wszyscy są otwarci, mówią łatwym i prostym językiem.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dzielnicy Ochota mieszkają ludzie z różnych krajów.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>Jeżeli gdzieś mieszkają osoby z różnych krajów nazywamy to wielokulturowością.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Ośrodek Kultury Ochoty chce by w wydarzeniach kulturalnych brali udział ludzie z różnych kultur.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Gdy zwracamy uwagę na różne kultury i uważamy, że wszystkie one są ważne i nie są gorsze to się nazywa tolerancja.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Ośrodku Kultury Ochoty wszyscy są tolerancyjni.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Ośrodek Kultury Ochoty jest nowoczesny. </w:t>
      </w:r>
    </w:p>
    <w:p w:rsidR="00F5127F" w:rsidRDefault="00F5127F" w:rsidP="00A362CC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W Ośrodku Kultury Ochoty pracują mądrzy ludzie, którzy lubią kulturę. </w:t>
      </w:r>
    </w:p>
    <w:p w:rsidR="00F5127F" w:rsidRPr="003B0D7E" w:rsidRDefault="00F5127F" w:rsidP="003B0D7E">
      <w:pPr>
        <w:spacing w:before="240" w:after="240"/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Pracownicy Kultury Ochoty są przyjaźni dla wszystkich ludzi. </w:t>
      </w:r>
    </w:p>
    <w:p w:rsidR="00F5127F" w:rsidRPr="00A362CC" w:rsidRDefault="00F5127F" w:rsidP="003B0D7E">
      <w:pPr>
        <w:pStyle w:val="Heading2"/>
      </w:pPr>
      <w:r w:rsidRPr="00A362CC">
        <w:t>FILIE OŚRODKA KULTURY OCHOTY</w:t>
      </w:r>
    </w:p>
    <w:p w:rsidR="00F5127F" w:rsidRPr="00A362CC" w:rsidRDefault="00F5127F" w:rsidP="00C943D2">
      <w:pPr>
        <w:rPr>
          <w:rFonts w:ascii="Poppins" w:hAnsi="Poppins" w:cs="Poppins"/>
          <w:sz w:val="28"/>
          <w:szCs w:val="28"/>
        </w:rPr>
      </w:pPr>
      <w:r>
        <w:rPr>
          <w:rFonts w:ascii="Poppins" w:hAnsi="Poppins" w:cs="Poppins"/>
          <w:sz w:val="28"/>
          <w:szCs w:val="28"/>
        </w:rPr>
        <w:t xml:space="preserve">Ośrodek Kultury Ochoty jest w różnych miejscach. Jeżeli jakaś firma czy instytucja jest w różnych miejscach to znaczy, że ma filie. </w:t>
      </w:r>
    </w:p>
    <w:p w:rsidR="00F5127F" w:rsidRPr="00A362CC" w:rsidRDefault="00F5127F" w:rsidP="003B0D7E">
      <w:pPr>
        <w:pStyle w:val="Heading2"/>
      </w:pPr>
      <w:r w:rsidRPr="00A362CC">
        <w:t>Pracownia Ceramiki „AngobA”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Ośrodek Kultury Ochoty ma pracownie ceramiczną.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Pracownia ceramiczna to miejsce, w którym z gliny lepi się różne naczynia i ozdoby i później się je wypala w gorącym piecu.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Te wypalane przedmioty są bardzo ładne.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W pracowni ceramicznej są zajęcia dla dorosłych, dzieci i młodzieży. </w:t>
      </w:r>
      <w:r>
        <w:rPr>
          <w:rFonts w:ascii="Poppins" w:hAnsi="Poppins" w:cs="Poppins"/>
          <w:color w:val="050505"/>
          <w:sz w:val="28"/>
          <w:szCs w:val="28"/>
        </w:rPr>
        <w:br/>
        <w:t xml:space="preserve">W pracowni są </w:t>
      </w:r>
      <w:r w:rsidRPr="00A362CC">
        <w:rPr>
          <w:rFonts w:ascii="Poppins" w:hAnsi="Poppins" w:cs="Poppins"/>
          <w:color w:val="050505"/>
          <w:sz w:val="28"/>
          <w:szCs w:val="28"/>
        </w:rPr>
        <w:t>zajęcia z rzeźbiarstwa, masy lejnej</w:t>
      </w:r>
      <w:r>
        <w:rPr>
          <w:rFonts w:ascii="Poppins" w:hAnsi="Poppins" w:cs="Poppins"/>
          <w:color w:val="050505"/>
          <w:sz w:val="28"/>
          <w:szCs w:val="28"/>
        </w:rPr>
        <w:t>.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Latem można wyjechać na zajęcia rzeźbiarskie do miejscowości Orońsko. </w:t>
      </w:r>
    </w:p>
    <w:p w:rsidR="00F5127F" w:rsidRPr="00A362CC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Pracownia ceramiczna jest bardzo ważna i znana w Warszawie. </w:t>
      </w:r>
    </w:p>
    <w:p w:rsidR="00F5127F" w:rsidRPr="00A362CC" w:rsidRDefault="00F5127F" w:rsidP="003B0D7E">
      <w:pPr>
        <w:pStyle w:val="Heading2"/>
      </w:pPr>
      <w:r w:rsidRPr="00A362CC">
        <w:t>Studio Wokalne im</w:t>
      </w:r>
      <w:r>
        <w:t>ienia</w:t>
      </w:r>
      <w:r w:rsidRPr="00A362CC">
        <w:t xml:space="preserve"> J</w:t>
      </w:r>
      <w:r>
        <w:t>erzego</w:t>
      </w:r>
      <w:r w:rsidRPr="00A362CC">
        <w:t xml:space="preserve"> Wasowskiego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>Studio wokalne to miejsce, gdzie można uczyć się śpiewać.</w:t>
      </w:r>
    </w:p>
    <w:p w:rsidR="00F5127F" w:rsidRPr="003B0D7E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Zajęcia w szkole są po południu. </w:t>
      </w:r>
    </w:p>
    <w:p w:rsidR="00F5127F" w:rsidRPr="00A362CC" w:rsidRDefault="00F5127F" w:rsidP="003B0D7E">
      <w:pPr>
        <w:pStyle w:val="Heading2"/>
      </w:pPr>
      <w:r w:rsidRPr="00A362CC">
        <w:t>Magazyn Sztuk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Magazyn sztuk to pracownia plastyczna, w której są zajęcia z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>Malarstwa</w:t>
      </w:r>
      <w:r>
        <w:rPr>
          <w:rFonts w:ascii="Poppins" w:hAnsi="Poppins" w:cs="Poppins"/>
          <w:color w:val="050505"/>
          <w:sz w:val="28"/>
          <w:szCs w:val="28"/>
        </w:rPr>
        <w:t xml:space="preserve"> i </w:t>
      </w:r>
      <w:r w:rsidRPr="00A362CC">
        <w:rPr>
          <w:rFonts w:ascii="Poppins" w:hAnsi="Poppins" w:cs="Poppins"/>
          <w:color w:val="050505"/>
          <w:sz w:val="28"/>
          <w:szCs w:val="28"/>
        </w:rPr>
        <w:t>rysunku</w:t>
      </w:r>
      <w:r>
        <w:rPr>
          <w:rFonts w:ascii="Poppins" w:hAnsi="Poppins" w:cs="Poppins"/>
          <w:color w:val="050505"/>
          <w:sz w:val="28"/>
          <w:szCs w:val="28"/>
        </w:rPr>
        <w:t xml:space="preserve">. </w:t>
      </w:r>
    </w:p>
    <w:p w:rsidR="00F5127F" w:rsidRPr="00A362CC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Na zajęcia mogą przychodzić dzieci i dorośli. </w:t>
      </w:r>
    </w:p>
    <w:p w:rsidR="00F5127F" w:rsidRPr="00A362CC" w:rsidRDefault="00F5127F" w:rsidP="003B0D7E">
      <w:pPr>
        <w:pStyle w:val="Heading2"/>
      </w:pPr>
      <w:r w:rsidRPr="00A362CC">
        <w:t>Galeria Pod Okiem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Galeria to miejsce, gdzie są wystawy.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>Galeria Pod Okiem jest w przeszklonym budynku.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Przeszklony budynek to taki, w którym jest dużo okien i szyb. </w:t>
      </w:r>
    </w:p>
    <w:p w:rsidR="00F5127F" w:rsidRPr="003A2739" w:rsidRDefault="00F5127F" w:rsidP="003B0D7E">
      <w:pPr>
        <w:pStyle w:val="Heading2"/>
      </w:pPr>
      <w:r w:rsidRPr="00A362CC">
        <w:t>Klub Kultury Seniora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W tym samym miejscu jest </w:t>
      </w:r>
      <w:r w:rsidRPr="00A362CC">
        <w:rPr>
          <w:rFonts w:ascii="Poppins" w:hAnsi="Poppins" w:cs="Poppins"/>
          <w:color w:val="050505"/>
          <w:sz w:val="28"/>
          <w:szCs w:val="28"/>
        </w:rPr>
        <w:t>Klub Kultury Seniora</w:t>
      </w:r>
      <w:r>
        <w:rPr>
          <w:rFonts w:ascii="Poppins" w:hAnsi="Poppins" w:cs="Poppins"/>
          <w:color w:val="050505"/>
          <w:sz w:val="28"/>
          <w:szCs w:val="28"/>
        </w:rPr>
        <w:t>.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Seniorzy to osoby starsze.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 </w:t>
      </w:r>
    </w:p>
    <w:p w:rsidR="00F5127F" w:rsidRPr="00A362CC" w:rsidRDefault="00F5127F" w:rsidP="003B0D7E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Seniorzy śpiewają </w:t>
      </w:r>
      <w:r w:rsidRPr="00A362CC">
        <w:rPr>
          <w:rFonts w:ascii="Poppins" w:hAnsi="Poppins" w:cs="Poppins"/>
          <w:color w:val="050505"/>
          <w:sz w:val="28"/>
          <w:szCs w:val="28"/>
        </w:rPr>
        <w:t xml:space="preserve">w chórze </w:t>
      </w:r>
      <w:r>
        <w:rPr>
          <w:rFonts w:ascii="Poppins" w:hAnsi="Poppins" w:cs="Poppins"/>
          <w:color w:val="050505"/>
          <w:sz w:val="28"/>
          <w:szCs w:val="28"/>
        </w:rPr>
        <w:t xml:space="preserve">i </w:t>
      </w:r>
      <w:r w:rsidRPr="00A362CC">
        <w:rPr>
          <w:rFonts w:ascii="Poppins" w:hAnsi="Poppins" w:cs="Poppins"/>
          <w:color w:val="050505"/>
          <w:sz w:val="28"/>
          <w:szCs w:val="28"/>
        </w:rPr>
        <w:t>występują w spektaklach teatralnych.</w:t>
      </w:r>
    </w:p>
    <w:p w:rsidR="00F5127F" w:rsidRPr="00A362CC" w:rsidRDefault="00F5127F" w:rsidP="003B0D7E">
      <w:pPr>
        <w:pStyle w:val="Heading2"/>
      </w:pPr>
      <w:r w:rsidRPr="00A362CC">
        <w:t>MAL Grójecka 109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MAL to skrót od Miejsca Aktywności Lokalnej.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 w:rsidRPr="00A362CC">
        <w:rPr>
          <w:rFonts w:ascii="Poppins" w:hAnsi="Poppins" w:cs="Poppins"/>
          <w:color w:val="050505"/>
          <w:sz w:val="28"/>
          <w:szCs w:val="28"/>
        </w:rPr>
        <w:t xml:space="preserve">Miejsca Aktywności Lokalnej to miejsca, w których mieszkańcy i mieszkanki Warszawy mogą </w:t>
      </w:r>
      <w:r>
        <w:rPr>
          <w:rFonts w:ascii="Poppins" w:hAnsi="Poppins" w:cs="Poppins"/>
          <w:color w:val="050505"/>
          <w:sz w:val="28"/>
          <w:szCs w:val="28"/>
        </w:rPr>
        <w:t xml:space="preserve">robić różne rzeczy razem będąc swoimi sąsiadami. </w:t>
      </w:r>
    </w:p>
    <w:p w:rsidR="00F5127F" w:rsidRDefault="00F5127F" w:rsidP="00A362CC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To jest taka sąsiedzka przestrzeń i miejsca do integracji, czyli wspólnych działań. </w:t>
      </w:r>
    </w:p>
    <w:p w:rsidR="00F5127F" w:rsidRPr="003B0D7E" w:rsidRDefault="00F5127F" w:rsidP="003B0D7E">
      <w:pPr>
        <w:spacing w:before="120"/>
        <w:rPr>
          <w:rFonts w:ascii="Poppins" w:hAnsi="Poppins" w:cs="Poppins"/>
          <w:color w:val="050505"/>
          <w:sz w:val="28"/>
          <w:szCs w:val="28"/>
        </w:rPr>
      </w:pPr>
      <w:r>
        <w:rPr>
          <w:rFonts w:ascii="Poppins" w:hAnsi="Poppins" w:cs="Poppins"/>
          <w:color w:val="050505"/>
          <w:sz w:val="28"/>
          <w:szCs w:val="28"/>
        </w:rPr>
        <w:t xml:space="preserve">Jest tu kuchnia, miejsca dla dzieci oraz dorosłych. </w:t>
      </w:r>
    </w:p>
    <w:sectPr w:rsidR="00F5127F" w:rsidRPr="003B0D7E" w:rsidSect="0035400D">
      <w:pgSz w:w="11909" w:h="16834"/>
      <w:pgMar w:top="1258" w:right="1109" w:bottom="1417" w:left="1440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27F" w:rsidRDefault="00F5127F" w:rsidP="00E6767E">
      <w:pPr>
        <w:spacing w:line="240" w:lineRule="auto"/>
      </w:pPr>
      <w:r>
        <w:separator/>
      </w:r>
    </w:p>
  </w:endnote>
  <w:endnote w:type="continuationSeparator" w:id="0">
    <w:p w:rsidR="00F5127F" w:rsidRDefault="00F5127F" w:rsidP="00E676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27F" w:rsidRDefault="00F5127F" w:rsidP="00E6767E">
      <w:pPr>
        <w:spacing w:line="240" w:lineRule="auto"/>
      </w:pPr>
      <w:r>
        <w:separator/>
      </w:r>
    </w:p>
  </w:footnote>
  <w:footnote w:type="continuationSeparator" w:id="0">
    <w:p w:rsidR="00F5127F" w:rsidRDefault="00F5127F" w:rsidP="00E676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B692E"/>
    <w:multiLevelType w:val="hybridMultilevel"/>
    <w:tmpl w:val="AC167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4193503"/>
    <w:multiLevelType w:val="hybridMultilevel"/>
    <w:tmpl w:val="F73C3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DCA"/>
    <w:rsid w:val="000B3F5F"/>
    <w:rsid w:val="000D1631"/>
    <w:rsid w:val="001371BC"/>
    <w:rsid w:val="001D36D4"/>
    <w:rsid w:val="001E7660"/>
    <w:rsid w:val="001F7914"/>
    <w:rsid w:val="002D6F2F"/>
    <w:rsid w:val="002E6CD9"/>
    <w:rsid w:val="0030572E"/>
    <w:rsid w:val="00343DCA"/>
    <w:rsid w:val="0035400D"/>
    <w:rsid w:val="00357108"/>
    <w:rsid w:val="00363556"/>
    <w:rsid w:val="003A2739"/>
    <w:rsid w:val="003B0D7E"/>
    <w:rsid w:val="00407A41"/>
    <w:rsid w:val="00497AE1"/>
    <w:rsid w:val="004A6A5D"/>
    <w:rsid w:val="00522504"/>
    <w:rsid w:val="005A4384"/>
    <w:rsid w:val="005C0CFA"/>
    <w:rsid w:val="005E5E44"/>
    <w:rsid w:val="00602261"/>
    <w:rsid w:val="00615B1B"/>
    <w:rsid w:val="006825FC"/>
    <w:rsid w:val="006C72B8"/>
    <w:rsid w:val="006F614E"/>
    <w:rsid w:val="00743DF9"/>
    <w:rsid w:val="00793B92"/>
    <w:rsid w:val="007F25FC"/>
    <w:rsid w:val="007F4741"/>
    <w:rsid w:val="0082436F"/>
    <w:rsid w:val="00846F5B"/>
    <w:rsid w:val="008D0865"/>
    <w:rsid w:val="008E1EB5"/>
    <w:rsid w:val="009A3594"/>
    <w:rsid w:val="009A6A7E"/>
    <w:rsid w:val="009F11E8"/>
    <w:rsid w:val="00A25A93"/>
    <w:rsid w:val="00A279AE"/>
    <w:rsid w:val="00A362CC"/>
    <w:rsid w:val="00A52AA9"/>
    <w:rsid w:val="00A80F0B"/>
    <w:rsid w:val="00A82417"/>
    <w:rsid w:val="00AF598E"/>
    <w:rsid w:val="00B85440"/>
    <w:rsid w:val="00BC69AD"/>
    <w:rsid w:val="00C17F7A"/>
    <w:rsid w:val="00C47035"/>
    <w:rsid w:val="00C943D2"/>
    <w:rsid w:val="00CD2BA8"/>
    <w:rsid w:val="00D972CA"/>
    <w:rsid w:val="00DB04F0"/>
    <w:rsid w:val="00E60734"/>
    <w:rsid w:val="00E6767E"/>
    <w:rsid w:val="00E71A19"/>
    <w:rsid w:val="00E83551"/>
    <w:rsid w:val="00F43A0F"/>
    <w:rsid w:val="00F50B59"/>
    <w:rsid w:val="00F51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AE1"/>
    <w:pPr>
      <w:spacing w:line="276" w:lineRule="auto"/>
    </w:pPr>
    <w:rPr>
      <w:lang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7A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7A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97A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97A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97AE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97AE1"/>
    <w:pPr>
      <w:keepNext/>
      <w:keepLines/>
      <w:spacing w:before="240" w:after="80"/>
      <w:outlineLvl w:val="5"/>
    </w:pPr>
    <w:rPr>
      <w:i/>
      <w:iCs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26A7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26A7"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26A7"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26A7"/>
    <w:rPr>
      <w:rFonts w:asciiTheme="minorHAnsi" w:eastAsiaTheme="minorEastAsia" w:hAnsiTheme="minorHAnsi" w:cstheme="minorBidi"/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26A7"/>
    <w:rPr>
      <w:rFonts w:asciiTheme="minorHAnsi" w:eastAsiaTheme="minorEastAsia" w:hAnsiTheme="minorHAnsi" w:cstheme="minorBidi"/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26A7"/>
    <w:rPr>
      <w:rFonts w:asciiTheme="minorHAnsi" w:eastAsiaTheme="minorEastAsia" w:hAnsiTheme="minorHAnsi" w:cstheme="minorBidi"/>
      <w:b/>
      <w:bCs/>
      <w:lang/>
    </w:rPr>
  </w:style>
  <w:style w:type="table" w:customStyle="1" w:styleId="TableNormal1">
    <w:name w:val="Table Normal1"/>
    <w:uiPriority w:val="99"/>
    <w:rsid w:val="00497AE1"/>
    <w:pPr>
      <w:spacing w:line="276" w:lineRule="auto"/>
    </w:pPr>
    <w:rPr>
      <w:lang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497AE1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26A7"/>
    <w:rPr>
      <w:rFonts w:asciiTheme="majorHAnsi" w:eastAsiaTheme="majorEastAsia" w:hAnsiTheme="majorHAnsi" w:cstheme="majorBidi"/>
      <w:b/>
      <w:bCs/>
      <w:kern w:val="28"/>
      <w:sz w:val="32"/>
      <w:szCs w:val="32"/>
      <w:lang/>
    </w:rPr>
  </w:style>
  <w:style w:type="paragraph" w:styleId="Subtitle">
    <w:name w:val="Subtitle"/>
    <w:basedOn w:val="Normal"/>
    <w:next w:val="Normal"/>
    <w:link w:val="SubtitleChar"/>
    <w:uiPriority w:val="99"/>
    <w:qFormat/>
    <w:rsid w:val="00497AE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2D26A7"/>
    <w:rPr>
      <w:rFonts w:asciiTheme="majorHAnsi" w:eastAsiaTheme="majorEastAsia" w:hAnsiTheme="majorHAnsi" w:cstheme="majorBidi"/>
      <w:sz w:val="24"/>
      <w:szCs w:val="24"/>
      <w:lang/>
    </w:rPr>
  </w:style>
  <w:style w:type="paragraph" w:styleId="NormalWeb">
    <w:name w:val="Normal (Web)"/>
    <w:basedOn w:val="Normal"/>
    <w:uiPriority w:val="99"/>
    <w:rsid w:val="00A36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rsid w:val="00E6767E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676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6767E"/>
    <w:rPr>
      <w:vertAlign w:val="superscript"/>
    </w:rPr>
  </w:style>
  <w:style w:type="paragraph" w:styleId="ListParagraph">
    <w:name w:val="List Paragraph"/>
    <w:basedOn w:val="Normal"/>
    <w:uiPriority w:val="99"/>
    <w:qFormat/>
    <w:rsid w:val="00A25A9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402</TotalTime>
  <Pages>5</Pages>
  <Words>893</Words>
  <Characters>5361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44</cp:revision>
  <dcterms:created xsi:type="dcterms:W3CDTF">2023-12-11T10:41:00Z</dcterms:created>
  <dcterms:modified xsi:type="dcterms:W3CDTF">2024-04-03T09:16:00Z</dcterms:modified>
</cp:coreProperties>
</file>